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71" w:rsidRDefault="00907171" w:rsidP="0020114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Пресс – релиз </w:t>
      </w:r>
      <w:bookmarkStart w:id="0" w:name="_GoBack"/>
      <w:bookmarkEnd w:id="0"/>
    </w:p>
    <w:p w:rsidR="00907171" w:rsidRPr="00A81F81" w:rsidRDefault="00907171" w:rsidP="0020114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07171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</w:t>
      </w:r>
      <w:r w:rsidRPr="00A81F8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.02.2020 по 06.03.2020 </w:t>
      </w:r>
      <w:r w:rsidRPr="00A81F81">
        <w:rPr>
          <w:rFonts w:ascii="Times New Roman" w:hAnsi="Times New Roman"/>
          <w:sz w:val="24"/>
          <w:szCs w:val="24"/>
        </w:rPr>
        <w:t>департамент промышленности, инноваций и предпринимательства мэрии города Новосибирска</w:t>
      </w:r>
      <w:r>
        <w:rPr>
          <w:rFonts w:ascii="Times New Roman" w:hAnsi="Times New Roman"/>
          <w:sz w:val="24"/>
          <w:szCs w:val="24"/>
        </w:rPr>
        <w:t xml:space="preserve"> (далее – департамент)</w:t>
      </w:r>
      <w:r w:rsidRPr="00A81F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проводит</w:t>
      </w:r>
      <w:r w:rsidRPr="00A81F81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</w:rPr>
        <w:t>ы:</w:t>
      </w:r>
    </w:p>
    <w:p w:rsidR="00907171" w:rsidRPr="00A81F81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A81F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 присуждение премий</w:t>
      </w:r>
      <w:r w:rsidRPr="00A81F81">
        <w:rPr>
          <w:rFonts w:ascii="Times New Roman" w:hAnsi="Times New Roman"/>
          <w:b/>
          <w:sz w:val="24"/>
          <w:szCs w:val="24"/>
        </w:rPr>
        <w:t xml:space="preserve"> мэрии города Новосибирска в сфере науки и инноваций.</w:t>
      </w:r>
      <w:r w:rsidRPr="00A81F81">
        <w:rPr>
          <w:rFonts w:ascii="Times New Roman" w:hAnsi="Times New Roman"/>
          <w:sz w:val="24"/>
          <w:szCs w:val="24"/>
        </w:rPr>
        <w:t xml:space="preserve"> </w:t>
      </w:r>
    </w:p>
    <w:p w:rsidR="00907171" w:rsidRPr="00CB5A38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B5A38">
        <w:rPr>
          <w:rFonts w:ascii="Times New Roman" w:hAnsi="Times New Roman"/>
          <w:b/>
          <w:sz w:val="24"/>
          <w:szCs w:val="24"/>
        </w:rPr>
        <w:t>Общий премиальный фонд конкурса составляет 3 000 000 рублей.</w:t>
      </w:r>
    </w:p>
    <w:p w:rsidR="00907171" w:rsidRPr="009F7713" w:rsidRDefault="00907171" w:rsidP="009F7713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B5A38">
        <w:rPr>
          <w:rFonts w:ascii="Times New Roman" w:hAnsi="Times New Roman"/>
          <w:b/>
          <w:sz w:val="24"/>
          <w:szCs w:val="24"/>
        </w:rPr>
        <w:t>Размер одной премии составляет 100 000 рублей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13D17">
        <w:rPr>
          <w:rFonts w:ascii="Times New Roman" w:hAnsi="Times New Roman"/>
          <w:b/>
          <w:sz w:val="24"/>
          <w:szCs w:val="24"/>
        </w:rPr>
        <w:t>(включая сумму налога на доходы физических лиц)</w:t>
      </w:r>
      <w:r w:rsidRPr="00CB5A38">
        <w:rPr>
          <w:rFonts w:ascii="Times New Roman" w:hAnsi="Times New Roman"/>
          <w:b/>
          <w:sz w:val="24"/>
          <w:szCs w:val="24"/>
        </w:rPr>
        <w:t>.</w:t>
      </w:r>
    </w:p>
    <w:p w:rsidR="00907171" w:rsidRPr="00A81F81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F81">
        <w:rPr>
          <w:rFonts w:ascii="Times New Roman" w:hAnsi="Times New Roman"/>
          <w:sz w:val="24"/>
          <w:szCs w:val="24"/>
        </w:rPr>
        <w:t xml:space="preserve">Кандидатуры для участия в конкурсе выдвигаются учеными советами, советами, молодых ученых и специалистов научных организаций, образовательных организаций высшего образования. </w:t>
      </w:r>
    </w:p>
    <w:p w:rsidR="00907171" w:rsidRPr="001054FC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054FC">
        <w:rPr>
          <w:rFonts w:ascii="Times New Roman" w:hAnsi="Times New Roman"/>
          <w:sz w:val="24"/>
          <w:szCs w:val="24"/>
        </w:rPr>
        <w:t>На конкурс от вуза может быть подано не более трех заявок в</w:t>
      </w:r>
      <w:r w:rsidRPr="001054FC">
        <w:rPr>
          <w:rFonts w:ascii="Times New Roman" w:hAnsi="Times New Roman"/>
          <w:b/>
          <w:sz w:val="24"/>
          <w:szCs w:val="24"/>
        </w:rPr>
        <w:t xml:space="preserve"> одну из номинаций:</w:t>
      </w:r>
    </w:p>
    <w:p w:rsidR="00907171" w:rsidRPr="00A81F81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F81">
        <w:rPr>
          <w:rFonts w:ascii="Times New Roman" w:hAnsi="Times New Roman"/>
          <w:sz w:val="24"/>
          <w:szCs w:val="24"/>
        </w:rPr>
        <w:t>Лучший начинающий исследователь в образовательных организациях высшего образования;</w:t>
      </w:r>
    </w:p>
    <w:p w:rsidR="00907171" w:rsidRPr="00A81F81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F81">
        <w:rPr>
          <w:rFonts w:ascii="Times New Roman" w:hAnsi="Times New Roman"/>
          <w:sz w:val="24"/>
          <w:szCs w:val="24"/>
        </w:rPr>
        <w:t>Лучший молодой исследователь в образовательных организациях высшего образования;</w:t>
      </w:r>
    </w:p>
    <w:p w:rsidR="00907171" w:rsidRPr="00A81F81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F81">
        <w:rPr>
          <w:rFonts w:ascii="Times New Roman" w:hAnsi="Times New Roman"/>
          <w:sz w:val="24"/>
          <w:szCs w:val="24"/>
        </w:rPr>
        <w:t>Лучший молодой исследователь в организациях науки;</w:t>
      </w:r>
    </w:p>
    <w:p w:rsidR="00907171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Лучший молодой инноватор.</w:t>
      </w:r>
    </w:p>
    <w:p w:rsidR="00907171" w:rsidRPr="00A81F81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07171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Н</w:t>
      </w:r>
      <w:r w:rsidRPr="007042E1">
        <w:rPr>
          <w:rFonts w:ascii="Times New Roman" w:hAnsi="Times New Roman"/>
          <w:b/>
          <w:bCs/>
          <w:sz w:val="24"/>
          <w:szCs w:val="24"/>
          <w:lang w:eastAsia="ru-RU"/>
        </w:rPr>
        <w:t>а предоставление грантов в форме субсидий в сфере научной и инновационной деятельности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907171" w:rsidRDefault="00907171" w:rsidP="00513D17">
      <w:pPr>
        <w:pStyle w:val="ListParagraph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96097">
        <w:rPr>
          <w:rFonts w:ascii="Times New Roman" w:hAnsi="Times New Roman"/>
          <w:b/>
          <w:sz w:val="24"/>
          <w:szCs w:val="24"/>
        </w:rPr>
        <w:t>Общая сумма средств бюджета города, выделенных на предоставление</w:t>
      </w:r>
      <w:r>
        <w:rPr>
          <w:rFonts w:ascii="Times New Roman" w:hAnsi="Times New Roman"/>
          <w:b/>
          <w:sz w:val="24"/>
          <w:szCs w:val="24"/>
        </w:rPr>
        <w:t xml:space="preserve"> грантов, составляет 3 000 000</w:t>
      </w:r>
      <w:r w:rsidRPr="00196097">
        <w:rPr>
          <w:rFonts w:ascii="Times New Roman" w:hAnsi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07171" w:rsidRPr="00513D17" w:rsidRDefault="00907171" w:rsidP="00513D17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13D17">
        <w:rPr>
          <w:rFonts w:ascii="Times New Roman" w:hAnsi="Times New Roman"/>
          <w:b/>
          <w:sz w:val="24"/>
          <w:szCs w:val="24"/>
        </w:rPr>
        <w:t>Размер одного гранта не может превышать 500</w:t>
      </w:r>
      <w:r>
        <w:rPr>
          <w:rFonts w:ascii="Times New Roman" w:hAnsi="Times New Roman"/>
          <w:b/>
          <w:sz w:val="24"/>
          <w:szCs w:val="24"/>
        </w:rPr>
        <w:t> </w:t>
      </w:r>
      <w:r w:rsidRPr="00513D17">
        <w:rPr>
          <w:rFonts w:ascii="Times New Roman" w:hAnsi="Times New Roman"/>
          <w:b/>
          <w:sz w:val="24"/>
          <w:szCs w:val="24"/>
        </w:rPr>
        <w:t>000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13D17">
        <w:rPr>
          <w:rFonts w:ascii="Times New Roman" w:hAnsi="Times New Roman"/>
          <w:b/>
          <w:sz w:val="24"/>
          <w:szCs w:val="24"/>
        </w:rPr>
        <w:t>рублей (включая сумму налога на доходы физических лиц)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07171" w:rsidRPr="00A81F81" w:rsidRDefault="00907171" w:rsidP="00513D1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F81">
        <w:rPr>
          <w:rFonts w:ascii="Times New Roman" w:hAnsi="Times New Roman"/>
          <w:sz w:val="24"/>
          <w:szCs w:val="24"/>
        </w:rPr>
        <w:t xml:space="preserve">Кандидатуры для участия в конкурсе выдвигаются учеными советами, советами, молодых ученых и специалистов научных организаций, образовательных организаций высшего образования. </w:t>
      </w:r>
    </w:p>
    <w:p w:rsidR="00907171" w:rsidRDefault="00907171" w:rsidP="00686E5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6E59">
        <w:rPr>
          <w:rFonts w:ascii="Times New Roman" w:hAnsi="Times New Roman"/>
          <w:sz w:val="24"/>
          <w:szCs w:val="24"/>
        </w:rPr>
        <w:t xml:space="preserve">Гранты предоставляются в целях </w:t>
      </w:r>
      <w:r w:rsidRPr="00686E59">
        <w:rPr>
          <w:rFonts w:ascii="Times New Roman" w:hAnsi="Times New Roman"/>
          <w:i/>
          <w:iCs/>
          <w:sz w:val="24"/>
          <w:szCs w:val="24"/>
          <w:u w:val="single"/>
        </w:rPr>
        <w:t xml:space="preserve">финансового обеспечения (возмещения) затрат </w:t>
      </w:r>
      <w:r w:rsidRPr="00686E59">
        <w:rPr>
          <w:rFonts w:ascii="Times New Roman" w:hAnsi="Times New Roman"/>
          <w:sz w:val="24"/>
          <w:szCs w:val="24"/>
        </w:rPr>
        <w:t>в связи с выполнением научных (научно-исследовательских) и (или) научно-технических работ, а также работ по разработке и (или) внедрению инновационных продуктов, технологий в городское хозяйство и (или) социальную сферу города Новосибирска</w:t>
      </w:r>
      <w:r>
        <w:rPr>
          <w:rFonts w:ascii="Times New Roman" w:hAnsi="Times New Roman"/>
          <w:sz w:val="24"/>
          <w:szCs w:val="24"/>
        </w:rPr>
        <w:t>.</w:t>
      </w:r>
    </w:p>
    <w:p w:rsidR="00907171" w:rsidRPr="00686E59" w:rsidRDefault="00907171" w:rsidP="00686E5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6E59">
        <w:rPr>
          <w:rFonts w:ascii="Times New Roman" w:hAnsi="Times New Roman"/>
          <w:b/>
          <w:bCs/>
          <w:sz w:val="24"/>
          <w:szCs w:val="24"/>
        </w:rPr>
        <w:t xml:space="preserve">Приоритетные направления для исследований в сфере городского хозяйства </w:t>
      </w:r>
    </w:p>
    <w:p w:rsidR="00907171" w:rsidRPr="00686E59" w:rsidRDefault="00907171" w:rsidP="00686E5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86E59">
        <w:rPr>
          <w:rFonts w:ascii="Times New Roman" w:hAnsi="Times New Roman"/>
          <w:b/>
          <w:bCs/>
          <w:sz w:val="24"/>
          <w:szCs w:val="24"/>
        </w:rPr>
        <w:t>и / или социальной сферы города Новосибирска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907171" w:rsidRPr="00686E59" w:rsidRDefault="00907171" w:rsidP="00686E5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6E59">
        <w:rPr>
          <w:rFonts w:ascii="Times New Roman" w:hAnsi="Times New Roman"/>
          <w:sz w:val="24"/>
          <w:szCs w:val="24"/>
        </w:rPr>
        <w:t>совершенствование мер социального обслуживания, социальной поддержки и защиты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907171" w:rsidRPr="00A81F81" w:rsidRDefault="00907171" w:rsidP="00686E5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6E59">
        <w:rPr>
          <w:rFonts w:ascii="Times New Roman" w:hAnsi="Times New Roman"/>
          <w:sz w:val="24"/>
          <w:szCs w:val="24"/>
        </w:rPr>
        <w:t>развитие зеленых и парковых зон</w:t>
      </w:r>
      <w:r w:rsidRPr="00A81F81">
        <w:rPr>
          <w:rFonts w:ascii="Times New Roman" w:hAnsi="Times New Roman"/>
          <w:sz w:val="24"/>
          <w:szCs w:val="24"/>
        </w:rPr>
        <w:t>;</w:t>
      </w:r>
    </w:p>
    <w:p w:rsidR="00907171" w:rsidRPr="00A81F81" w:rsidRDefault="00907171" w:rsidP="00686E5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6E59">
        <w:rPr>
          <w:rFonts w:ascii="Times New Roman" w:hAnsi="Times New Roman"/>
          <w:sz w:val="24"/>
          <w:szCs w:val="24"/>
        </w:rPr>
        <w:t>развитие дорожной деятельности и общественного транспорта</w:t>
      </w:r>
      <w:r w:rsidRPr="00A81F81">
        <w:rPr>
          <w:rFonts w:ascii="Times New Roman" w:hAnsi="Times New Roman"/>
          <w:sz w:val="24"/>
          <w:szCs w:val="24"/>
        </w:rPr>
        <w:t>;</w:t>
      </w:r>
    </w:p>
    <w:p w:rsidR="00907171" w:rsidRDefault="00907171" w:rsidP="00513D1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6E59">
        <w:rPr>
          <w:rFonts w:ascii="Times New Roman" w:hAnsi="Times New Roman"/>
          <w:sz w:val="24"/>
          <w:szCs w:val="24"/>
        </w:rPr>
        <w:t>создание новых материалов и технологий для городского строительства и реконструкции объектов жилищно-коммунального хозяйства</w:t>
      </w:r>
      <w:r>
        <w:rPr>
          <w:rFonts w:ascii="Times New Roman" w:hAnsi="Times New Roman"/>
          <w:sz w:val="24"/>
          <w:szCs w:val="24"/>
        </w:rPr>
        <w:t>;</w:t>
      </w:r>
    </w:p>
    <w:p w:rsidR="00907171" w:rsidRDefault="00907171" w:rsidP="003F5E9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E9B">
        <w:rPr>
          <w:rFonts w:ascii="Times New Roman" w:hAnsi="Times New Roman"/>
          <w:sz w:val="24"/>
          <w:szCs w:val="24"/>
        </w:rPr>
        <w:t>энергоэффективность и энергосбережение в энергетическ</w:t>
      </w:r>
      <w:r>
        <w:rPr>
          <w:rFonts w:ascii="Times New Roman" w:hAnsi="Times New Roman"/>
          <w:sz w:val="24"/>
          <w:szCs w:val="24"/>
        </w:rPr>
        <w:t>их системах и комплексах города;</w:t>
      </w:r>
    </w:p>
    <w:p w:rsidR="00907171" w:rsidRDefault="00907171" w:rsidP="003F5E9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E9B">
        <w:rPr>
          <w:rFonts w:ascii="Times New Roman" w:hAnsi="Times New Roman"/>
          <w:sz w:val="24"/>
          <w:szCs w:val="24"/>
        </w:rPr>
        <w:t>охрана окружающей среды и природных ресурсов</w:t>
      </w:r>
      <w:r>
        <w:rPr>
          <w:rFonts w:ascii="Times New Roman" w:hAnsi="Times New Roman"/>
          <w:sz w:val="24"/>
          <w:szCs w:val="24"/>
        </w:rPr>
        <w:t>;</w:t>
      </w:r>
    </w:p>
    <w:p w:rsidR="00907171" w:rsidRDefault="00907171" w:rsidP="003F5E9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E9B">
        <w:rPr>
          <w:rFonts w:ascii="Times New Roman" w:hAnsi="Times New Roman"/>
          <w:sz w:val="24"/>
          <w:szCs w:val="24"/>
        </w:rPr>
        <w:t>организация бесперебойной работы городских систем водоснабжения, водоотведения и теплоснабжения</w:t>
      </w:r>
      <w:r>
        <w:rPr>
          <w:rFonts w:ascii="Times New Roman" w:hAnsi="Times New Roman"/>
          <w:sz w:val="24"/>
          <w:szCs w:val="24"/>
        </w:rPr>
        <w:t>;</w:t>
      </w:r>
    </w:p>
    <w:p w:rsidR="00907171" w:rsidRDefault="00907171" w:rsidP="003F5E9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E9B">
        <w:rPr>
          <w:rFonts w:ascii="Times New Roman" w:hAnsi="Times New Roman"/>
          <w:sz w:val="24"/>
          <w:szCs w:val="24"/>
        </w:rPr>
        <w:t>информационно-телекоммуникационные технологии в управлении городской инфраструктурой</w:t>
      </w:r>
      <w:r>
        <w:rPr>
          <w:rFonts w:ascii="Times New Roman" w:hAnsi="Times New Roman"/>
          <w:sz w:val="24"/>
          <w:szCs w:val="24"/>
        </w:rPr>
        <w:t>;</w:t>
      </w:r>
    </w:p>
    <w:p w:rsidR="00907171" w:rsidRDefault="00907171" w:rsidP="003F5E9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E9B">
        <w:rPr>
          <w:rFonts w:ascii="Times New Roman" w:hAnsi="Times New Roman"/>
          <w:sz w:val="24"/>
          <w:szCs w:val="24"/>
        </w:rPr>
        <w:t>предупреждение и ликвидация чрезвычайных ситуаций природного и техногенного характера и обеспечение пожарной безопасности</w:t>
      </w:r>
      <w:r>
        <w:rPr>
          <w:rFonts w:ascii="Times New Roman" w:hAnsi="Times New Roman"/>
          <w:sz w:val="24"/>
          <w:szCs w:val="24"/>
        </w:rPr>
        <w:t>;</w:t>
      </w:r>
    </w:p>
    <w:p w:rsidR="00907171" w:rsidRPr="003F5E9B" w:rsidRDefault="00907171" w:rsidP="003F5E9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5E9B">
        <w:rPr>
          <w:rFonts w:ascii="Times New Roman" w:hAnsi="Times New Roman"/>
          <w:sz w:val="24"/>
          <w:szCs w:val="24"/>
        </w:rPr>
        <w:t>совершенствование деятельности муниципальных образовательных учреждений в сфере дошкольного, общего и детского дополнительного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907171" w:rsidRPr="00A81F81" w:rsidRDefault="00907171" w:rsidP="00513D1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07171" w:rsidRDefault="00907171" w:rsidP="00513D1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F81">
        <w:rPr>
          <w:rFonts w:ascii="Times New Roman" w:hAnsi="Times New Roman"/>
          <w:sz w:val="24"/>
          <w:szCs w:val="24"/>
        </w:rPr>
        <w:t xml:space="preserve">Прием заявок </w:t>
      </w:r>
      <w:r>
        <w:rPr>
          <w:rFonts w:ascii="Times New Roman" w:hAnsi="Times New Roman"/>
          <w:sz w:val="24"/>
          <w:szCs w:val="24"/>
        </w:rPr>
        <w:t>на конкурсы будет осуществлять</w:t>
      </w:r>
      <w:r w:rsidRPr="00A81F81">
        <w:rPr>
          <w:rFonts w:ascii="Times New Roman" w:hAnsi="Times New Roman"/>
          <w:sz w:val="24"/>
          <w:szCs w:val="24"/>
        </w:rPr>
        <w:t xml:space="preserve">ся </w:t>
      </w:r>
      <w:r>
        <w:rPr>
          <w:rFonts w:ascii="Times New Roman" w:hAnsi="Times New Roman"/>
          <w:sz w:val="24"/>
          <w:szCs w:val="24"/>
        </w:rPr>
        <w:t>в</w:t>
      </w:r>
      <w:r w:rsidRPr="00A81F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A81F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информационной системе </w:t>
      </w:r>
      <w:r w:rsidRPr="00A81F81">
        <w:rPr>
          <w:rFonts w:ascii="Times New Roman" w:hAnsi="Times New Roman"/>
          <w:sz w:val="24"/>
          <w:szCs w:val="24"/>
        </w:rPr>
        <w:t xml:space="preserve">«Гранты и премии мэрии города Новосибирска в сфере науки и инноваций» (далее – МИС). </w:t>
      </w:r>
    </w:p>
    <w:p w:rsidR="00907171" w:rsidRPr="00A81F81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07171" w:rsidRDefault="00907171" w:rsidP="00326D3B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1F81">
        <w:rPr>
          <w:rFonts w:ascii="Times New Roman" w:hAnsi="Times New Roman"/>
          <w:b/>
          <w:sz w:val="24"/>
          <w:szCs w:val="24"/>
        </w:rPr>
        <w:t xml:space="preserve">Для подачи заявки </w:t>
      </w:r>
      <w:r>
        <w:rPr>
          <w:rFonts w:ascii="Times New Roman" w:hAnsi="Times New Roman"/>
          <w:b/>
          <w:sz w:val="24"/>
          <w:szCs w:val="24"/>
        </w:rPr>
        <w:t>в</w:t>
      </w:r>
      <w:r w:rsidRPr="00A81F81">
        <w:rPr>
          <w:rFonts w:ascii="Times New Roman" w:hAnsi="Times New Roman"/>
          <w:b/>
          <w:sz w:val="24"/>
          <w:szCs w:val="24"/>
        </w:rPr>
        <w:t xml:space="preserve"> МИС </w:t>
      </w:r>
      <w:r>
        <w:rPr>
          <w:rFonts w:ascii="Times New Roman" w:hAnsi="Times New Roman"/>
          <w:b/>
          <w:sz w:val="24"/>
          <w:szCs w:val="24"/>
        </w:rPr>
        <w:t>соискателям</w:t>
      </w:r>
      <w:r w:rsidRPr="00A81F81">
        <w:rPr>
          <w:rFonts w:ascii="Times New Roman" w:hAnsi="Times New Roman"/>
          <w:b/>
          <w:sz w:val="24"/>
          <w:szCs w:val="24"/>
        </w:rPr>
        <w:t xml:space="preserve"> конкурса необходимо:</w:t>
      </w:r>
    </w:p>
    <w:p w:rsidR="00907171" w:rsidRPr="00CB5A38" w:rsidRDefault="00907171" w:rsidP="00CB5A38">
      <w:pPr>
        <w:pStyle w:val="ListParagraph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Получить выписку из протокола заседания ученого совета о выдвижении своей кандидатуры для участия в конкурсе;</w:t>
      </w:r>
    </w:p>
    <w:p w:rsidR="00907171" w:rsidRPr="00A81F81" w:rsidRDefault="00907171" w:rsidP="00326D3B">
      <w:pPr>
        <w:pStyle w:val="ListParagraph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81F81">
        <w:rPr>
          <w:rFonts w:ascii="Times New Roman" w:hAnsi="Times New Roman"/>
          <w:b/>
          <w:sz w:val="24"/>
          <w:szCs w:val="24"/>
        </w:rPr>
        <w:t>Иметь подтвержденную учетную запись на Портале государственных услуг Российской Федерации;</w:t>
      </w:r>
    </w:p>
    <w:p w:rsidR="00907171" w:rsidRPr="009F7713" w:rsidRDefault="00907171" w:rsidP="00326D3B">
      <w:pPr>
        <w:pStyle w:val="ListParagraph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81F81">
        <w:rPr>
          <w:rFonts w:ascii="Times New Roman" w:hAnsi="Times New Roman"/>
          <w:b/>
          <w:sz w:val="24"/>
          <w:szCs w:val="24"/>
        </w:rPr>
        <w:t xml:space="preserve">Пройти авторизацию в МИС по адресу: </w:t>
      </w:r>
      <w:hyperlink r:id="rId5" w:history="1">
        <w:r w:rsidRPr="00A81F81">
          <w:rPr>
            <w:rStyle w:val="Hyperlink"/>
            <w:rFonts w:ascii="Times New Roman" w:hAnsi="Times New Roman"/>
            <w:i/>
            <w:sz w:val="24"/>
            <w:szCs w:val="24"/>
          </w:rPr>
          <w:t>https://science.novo-sibirsk.ru/</w:t>
        </w:r>
      </w:hyperlink>
      <w:r w:rsidRPr="00A81F81">
        <w:rPr>
          <w:rFonts w:ascii="Times New Roman" w:hAnsi="Times New Roman"/>
          <w:i/>
          <w:sz w:val="24"/>
          <w:szCs w:val="24"/>
          <w:u w:val="single"/>
        </w:rPr>
        <w:t>;</w:t>
      </w:r>
    </w:p>
    <w:p w:rsidR="00907171" w:rsidRPr="00A81F81" w:rsidRDefault="00907171" w:rsidP="00326D3B">
      <w:pPr>
        <w:pStyle w:val="ListParagraph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Внести данные о себе в предусмотренные для заполнения поля МИС;</w:t>
      </w:r>
    </w:p>
    <w:p w:rsidR="00907171" w:rsidRPr="00A81F81" w:rsidRDefault="00907171" w:rsidP="00326D3B">
      <w:pPr>
        <w:pStyle w:val="ListParagraph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81F81">
        <w:rPr>
          <w:rFonts w:ascii="Times New Roman" w:hAnsi="Times New Roman"/>
          <w:b/>
          <w:sz w:val="24"/>
          <w:szCs w:val="24"/>
        </w:rPr>
        <w:t>Распечатать сформированную</w:t>
      </w:r>
      <w:r>
        <w:rPr>
          <w:rFonts w:ascii="Times New Roman" w:hAnsi="Times New Roman"/>
          <w:b/>
          <w:sz w:val="24"/>
          <w:szCs w:val="24"/>
        </w:rPr>
        <w:t xml:space="preserve"> в</w:t>
      </w:r>
      <w:r w:rsidRPr="00A81F81">
        <w:rPr>
          <w:rFonts w:ascii="Times New Roman" w:hAnsi="Times New Roman"/>
          <w:b/>
          <w:sz w:val="24"/>
          <w:szCs w:val="24"/>
        </w:rPr>
        <w:t xml:space="preserve"> МИС заявку, заверить подписью руководителя организации, в которой учится или работает соискатель</w:t>
      </w:r>
      <w:r>
        <w:rPr>
          <w:rFonts w:ascii="Times New Roman" w:hAnsi="Times New Roman"/>
          <w:b/>
          <w:sz w:val="24"/>
          <w:szCs w:val="24"/>
        </w:rPr>
        <w:t>,</w:t>
      </w:r>
      <w:r w:rsidRPr="00A81F81">
        <w:rPr>
          <w:rFonts w:ascii="Times New Roman" w:hAnsi="Times New Roman"/>
          <w:b/>
          <w:sz w:val="24"/>
          <w:szCs w:val="24"/>
        </w:rPr>
        <w:t xml:space="preserve"> и печатью (при наличии);</w:t>
      </w:r>
    </w:p>
    <w:p w:rsidR="00907171" w:rsidRPr="00E137CE" w:rsidRDefault="00907171" w:rsidP="00326D3B">
      <w:pPr>
        <w:pStyle w:val="ListParagraph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A38">
        <w:rPr>
          <w:rFonts w:ascii="Times New Roman" w:hAnsi="Times New Roman"/>
          <w:b/>
          <w:sz w:val="24"/>
          <w:szCs w:val="24"/>
        </w:rPr>
        <w:t xml:space="preserve">Прикрепить скан подписанной заявки в МИС, подать заявку на рассмотрение в </w:t>
      </w:r>
      <w:r>
        <w:rPr>
          <w:rFonts w:ascii="Times New Roman" w:hAnsi="Times New Roman"/>
          <w:b/>
          <w:sz w:val="24"/>
          <w:szCs w:val="24"/>
        </w:rPr>
        <w:t>департамент.</w:t>
      </w:r>
    </w:p>
    <w:p w:rsidR="00907171" w:rsidRPr="00CB5A38" w:rsidRDefault="00907171" w:rsidP="00E137CE">
      <w:pPr>
        <w:pStyle w:val="ListParagraph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907171" w:rsidRPr="001054FC" w:rsidRDefault="00907171" w:rsidP="00E137C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Актуальную информацию о конкурсах рекомендуем</w:t>
      </w:r>
      <w:r w:rsidRPr="00E137C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отслеживать </w:t>
      </w:r>
      <w:r w:rsidRPr="00E137CE">
        <w:rPr>
          <w:rFonts w:ascii="Times New Roman" w:hAnsi="Times New Roman"/>
          <w:sz w:val="24"/>
          <w:szCs w:val="24"/>
        </w:rPr>
        <w:t xml:space="preserve">на сайте города Новосибирска на странице управления науки и внедрения научных разработок мэрии города Новосибирска </w:t>
      </w:r>
      <w:hyperlink r:id="rId6" w:history="1">
        <w:r w:rsidRPr="00E137CE">
          <w:rPr>
            <w:rStyle w:val="Hyperlink"/>
            <w:rFonts w:ascii="Times New Roman" w:hAnsi="Times New Roman"/>
            <w:i/>
            <w:sz w:val="24"/>
            <w:szCs w:val="24"/>
          </w:rPr>
          <w:t>http://novo-sibirsk.ru/dep/industry-science/news/</w:t>
        </w:r>
      </w:hyperlink>
    </w:p>
    <w:p w:rsidR="00907171" w:rsidRPr="00E137CE" w:rsidRDefault="00907171" w:rsidP="00E137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37CE">
        <w:rPr>
          <w:rFonts w:ascii="Times New Roman" w:hAnsi="Times New Roman"/>
          <w:sz w:val="24"/>
          <w:szCs w:val="24"/>
        </w:rPr>
        <w:t xml:space="preserve">в МИС </w:t>
      </w:r>
      <w:hyperlink r:id="rId7" w:history="1">
        <w:r w:rsidRPr="00E137CE">
          <w:rPr>
            <w:rStyle w:val="Hyperlink"/>
            <w:rFonts w:ascii="Times New Roman" w:hAnsi="Times New Roman"/>
            <w:i/>
            <w:sz w:val="24"/>
            <w:szCs w:val="24"/>
          </w:rPr>
          <w:t>https://science.novo-sibirsk.ru/</w:t>
        </w:r>
      </w:hyperlink>
    </w:p>
    <w:p w:rsidR="00907171" w:rsidRDefault="00907171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sectPr w:rsidR="00907171" w:rsidSect="00633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F1036"/>
    <w:multiLevelType w:val="hybridMultilevel"/>
    <w:tmpl w:val="F10263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B724D5B"/>
    <w:multiLevelType w:val="hybridMultilevel"/>
    <w:tmpl w:val="0E565D64"/>
    <w:lvl w:ilvl="0" w:tplc="751C55FC">
      <w:start w:val="1"/>
      <w:numFmt w:val="decimal"/>
      <w:lvlText w:val="%1."/>
      <w:lvlJc w:val="left"/>
      <w:pPr>
        <w:ind w:left="86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2">
    <w:nsid w:val="6FE4508A"/>
    <w:multiLevelType w:val="hybridMultilevel"/>
    <w:tmpl w:val="F3E4F42C"/>
    <w:lvl w:ilvl="0" w:tplc="D7A09EE4">
      <w:start w:val="1"/>
      <w:numFmt w:val="decimal"/>
      <w:lvlText w:val="%1."/>
      <w:lvlJc w:val="left"/>
      <w:pPr>
        <w:ind w:left="1641" w:hanging="121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6C4"/>
    <w:rsid w:val="00047A7C"/>
    <w:rsid w:val="0005108E"/>
    <w:rsid w:val="000570E6"/>
    <w:rsid w:val="000A25ED"/>
    <w:rsid w:val="000E6117"/>
    <w:rsid w:val="001054FC"/>
    <w:rsid w:val="00154467"/>
    <w:rsid w:val="00196097"/>
    <w:rsid w:val="001C4F12"/>
    <w:rsid w:val="00201147"/>
    <w:rsid w:val="00226B65"/>
    <w:rsid w:val="00227C20"/>
    <w:rsid w:val="00274363"/>
    <w:rsid w:val="00274C42"/>
    <w:rsid w:val="00295A03"/>
    <w:rsid w:val="00296DDA"/>
    <w:rsid w:val="002D0EBD"/>
    <w:rsid w:val="00320E33"/>
    <w:rsid w:val="00326D3B"/>
    <w:rsid w:val="003875A1"/>
    <w:rsid w:val="003F5E9B"/>
    <w:rsid w:val="00490020"/>
    <w:rsid w:val="004A1BF7"/>
    <w:rsid w:val="004B5B20"/>
    <w:rsid w:val="004C4AC6"/>
    <w:rsid w:val="00511E1B"/>
    <w:rsid w:val="00513D17"/>
    <w:rsid w:val="0062322D"/>
    <w:rsid w:val="006336E0"/>
    <w:rsid w:val="00686E59"/>
    <w:rsid w:val="007042E1"/>
    <w:rsid w:val="00764DFC"/>
    <w:rsid w:val="007D07D0"/>
    <w:rsid w:val="008118B1"/>
    <w:rsid w:val="00814993"/>
    <w:rsid w:val="008336C4"/>
    <w:rsid w:val="008A4E77"/>
    <w:rsid w:val="008D0C0B"/>
    <w:rsid w:val="008F1EF0"/>
    <w:rsid w:val="00907171"/>
    <w:rsid w:val="0097497A"/>
    <w:rsid w:val="00985C65"/>
    <w:rsid w:val="009E4EC6"/>
    <w:rsid w:val="009F7713"/>
    <w:rsid w:val="00A81F81"/>
    <w:rsid w:val="00B957A7"/>
    <w:rsid w:val="00C07457"/>
    <w:rsid w:val="00C13027"/>
    <w:rsid w:val="00CB1318"/>
    <w:rsid w:val="00CB53D0"/>
    <w:rsid w:val="00CB5A38"/>
    <w:rsid w:val="00CB6773"/>
    <w:rsid w:val="00D421ED"/>
    <w:rsid w:val="00D75C67"/>
    <w:rsid w:val="00D87EB0"/>
    <w:rsid w:val="00DA5850"/>
    <w:rsid w:val="00E137CE"/>
    <w:rsid w:val="00E15083"/>
    <w:rsid w:val="00E8130B"/>
    <w:rsid w:val="00ED5455"/>
    <w:rsid w:val="00EF6439"/>
    <w:rsid w:val="00F14317"/>
    <w:rsid w:val="00FB4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6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C4AC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F1EF0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047A7C"/>
    <w:pPr>
      <w:autoSpaceDE w:val="0"/>
      <w:autoSpaceDN w:val="0"/>
      <w:adjustRightInd w:val="0"/>
    </w:pPr>
    <w:rPr>
      <w:rFonts w:ascii="Times New Roman" w:eastAsia="Times New Roman" w:hAnsi="Times New Roman"/>
      <w:sz w:val="12"/>
      <w:szCs w:val="12"/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05108E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42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ience.novo-sibirs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ovo-sibirsk.ru/dep/industry-science/news/" TargetMode="External"/><Relationship Id="rId5" Type="http://schemas.openxmlformats.org/officeDocument/2006/relationships/hyperlink" Target="https://science.novo-sibirsk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585</Words>
  <Characters>3341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Пресс – релиз </dc:title>
  <dc:subject/>
  <dc:creator>Буторина Диана Андреевна</dc:creator>
  <cp:keywords/>
  <dc:description/>
  <cp:lastModifiedBy>Lida</cp:lastModifiedBy>
  <cp:revision>2</cp:revision>
  <cp:lastPrinted>2018-01-16T03:19:00Z</cp:lastPrinted>
  <dcterms:created xsi:type="dcterms:W3CDTF">2020-01-29T01:57:00Z</dcterms:created>
  <dcterms:modified xsi:type="dcterms:W3CDTF">2020-01-29T01:57:00Z</dcterms:modified>
</cp:coreProperties>
</file>